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BE098E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BE098E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BE098E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BE098E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4F46C2" w:rsidRDefault="004F46C2" w:rsidP="004F46C2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zš mariánské nám. </w:t>
            </w:r>
            <w:r w:rsidR="00A613FD">
              <w:rPr>
                <w:rFonts w:ascii="Arial" w:hAnsi="Arial" w:cs="Arial"/>
                <w:color w:val="FF0000"/>
                <w:sz w:val="24"/>
                <w:szCs w:val="24"/>
              </w:rPr>
              <w:t>– rek</w:t>
            </w:r>
            <w:r w:rsidR="004314A0">
              <w:rPr>
                <w:rFonts w:ascii="Arial" w:hAnsi="Arial" w:cs="Arial"/>
                <w:color w:val="FF0000"/>
                <w:sz w:val="24"/>
                <w:szCs w:val="24"/>
              </w:rPr>
              <w:t>o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>nstrukce elektroinstalace</w:t>
            </w:r>
          </w:p>
          <w:p w:rsidR="00171691" w:rsidRPr="0025072A" w:rsidRDefault="00A613FD" w:rsidP="004F46C2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 w:cs="Arial"/>
                <w:color w:val="FF0000"/>
                <w:sz w:val="24"/>
                <w:szCs w:val="24"/>
              </w:rPr>
              <w:t>– ii. etapa</w:t>
            </w:r>
          </w:p>
        </w:tc>
      </w:tr>
      <w:tr w:rsidR="00F928D8" w:rsidRPr="003D1519" w:rsidTr="00BE098E">
        <w:trPr>
          <w:trHeight w:val="290"/>
        </w:trPr>
        <w:tc>
          <w:tcPr>
            <w:tcW w:w="145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BE098E">
        <w:trPr>
          <w:trHeight w:hRule="exact" w:val="2835"/>
        </w:trPr>
        <w:tc>
          <w:tcPr>
            <w:tcW w:w="9555" w:type="dxa"/>
            <w:shd w:val="clear" w:color="auto" w:fill="FFFFFF" w:themeFill="background1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BE098E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BE098E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BE098E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BE098E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BE098E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BE098E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BE098E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9118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8B6815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8B6815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33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B3394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554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A6A5B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1EEA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C7BF5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4A0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1F7B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4F46C2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2D5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5D2E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27A8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2805"/>
    <w:rsid w:val="0069328F"/>
    <w:rsid w:val="0069346C"/>
    <w:rsid w:val="00694B54"/>
    <w:rsid w:val="006A54BD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B6815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2461B"/>
    <w:rsid w:val="00926441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6B92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9F7492"/>
    <w:rsid w:val="00A000D3"/>
    <w:rsid w:val="00A010C9"/>
    <w:rsid w:val="00A01E4C"/>
    <w:rsid w:val="00A049E5"/>
    <w:rsid w:val="00A067E0"/>
    <w:rsid w:val="00A07809"/>
    <w:rsid w:val="00A15A1E"/>
    <w:rsid w:val="00A20D04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3FD"/>
    <w:rsid w:val="00A61785"/>
    <w:rsid w:val="00A64171"/>
    <w:rsid w:val="00A65002"/>
    <w:rsid w:val="00A70F6A"/>
    <w:rsid w:val="00A7180D"/>
    <w:rsid w:val="00A73455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098E"/>
    <w:rsid w:val="00BE18E9"/>
    <w:rsid w:val="00BE36E2"/>
    <w:rsid w:val="00BE4627"/>
    <w:rsid w:val="00BE56B2"/>
    <w:rsid w:val="00BE5BA3"/>
    <w:rsid w:val="00BE67AF"/>
    <w:rsid w:val="00BF09D2"/>
    <w:rsid w:val="00BF101A"/>
    <w:rsid w:val="00BF12BB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8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37E9"/>
    <w:rsid w:val="00E169F4"/>
    <w:rsid w:val="00E27F8C"/>
    <w:rsid w:val="00E300C5"/>
    <w:rsid w:val="00E32CDA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55365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21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45C8C549.dotm</Template>
  <TotalTime>60</TotalTime>
  <Pages>1</Pages>
  <Words>143</Words>
  <Characters>850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47</cp:revision>
  <cp:lastPrinted>2021-05-24T06:24:00Z</cp:lastPrinted>
  <dcterms:created xsi:type="dcterms:W3CDTF">2019-09-19T08:40:00Z</dcterms:created>
  <dcterms:modified xsi:type="dcterms:W3CDTF">2026-01-19T09:28:00Z</dcterms:modified>
</cp:coreProperties>
</file>